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6C6E94" w:rsidP="005A5CD0">
            <w:r>
              <w:t>27.07.2023</w:t>
            </w:r>
            <w:r w:rsidR="00E02B6D">
              <w:t xml:space="preserve">  6.4-1/</w:t>
            </w:r>
            <w:r w:rsidR="00547652">
              <w:t>1430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3D667C">
        <w:rPr>
          <w:color w:val="000000"/>
        </w:rPr>
        <w:t> sõlminud hankelepingu (nr 3-3/389 06.07.2023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845015">
        <w:rPr>
          <w:color w:val="000000"/>
        </w:rPr>
        <w:t xml:space="preserve">al </w:t>
      </w:r>
      <w:proofErr w:type="spellStart"/>
      <w:r w:rsidR="00845015">
        <w:rPr>
          <w:color w:val="000000"/>
        </w:rPr>
        <w:t>ühiseesvoolul</w:t>
      </w:r>
      <w:proofErr w:type="spellEnd"/>
      <w:r w:rsidR="00845015">
        <w:rPr>
          <w:color w:val="000000"/>
        </w:rPr>
        <w:t xml:space="preserve">  Sangla peakraav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845015">
        <w:rPr>
          <w:color w:val="000000"/>
        </w:rPr>
        <w:t xml:space="preserve"> 3,67 – 9,99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>
        <w:rPr>
          <w:color w:val="000000"/>
        </w:rPr>
        <w:t>teie kinnisasjal teostatakse oja</w:t>
      </w:r>
      <w:r w:rsidR="003D667C">
        <w:rPr>
          <w:color w:val="000000"/>
        </w:rPr>
        <w:t xml:space="preserve"> nõlvade niitmist ja võsast puhastamist</w:t>
      </w:r>
      <w:r w:rsidRPr="00677F22">
        <w:rPr>
          <w:color w:val="000000"/>
        </w:rPr>
        <w:t xml:space="preserve">. Tööde planeeritav algusaeg on </w:t>
      </w:r>
      <w:r w:rsidR="002E045E">
        <w:rPr>
          <w:color w:val="000000"/>
        </w:rPr>
        <w:t>04.09</w:t>
      </w:r>
      <w:r w:rsidR="003D667C">
        <w:rPr>
          <w:color w:val="000000"/>
        </w:rPr>
        <w:t>.2023</w:t>
      </w:r>
      <w:r w:rsidRPr="00677F22">
        <w:rPr>
          <w:color w:val="000000"/>
        </w:rPr>
        <w:t>. Tööde planeerit</w:t>
      </w:r>
      <w:r w:rsidR="00845015">
        <w:rPr>
          <w:color w:val="000000"/>
        </w:rPr>
        <w:t>av lõpptähtaeg on  29</w:t>
      </w:r>
      <w:r w:rsidR="002E045E">
        <w:rPr>
          <w:color w:val="000000"/>
        </w:rPr>
        <w:t>.09</w:t>
      </w:r>
      <w:r w:rsidR="003D667C">
        <w:rPr>
          <w:color w:val="000000"/>
        </w:rPr>
        <w:t>.2023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2E045E">
        <w:rPr>
          <w:b/>
          <w:bCs/>
          <w:sz w:val="23"/>
          <w:szCs w:val="23"/>
        </w:rPr>
        <w:t>Masinakoda OÜ</w:t>
      </w:r>
      <w:r w:rsidR="003D667C">
        <w:rPr>
          <w:sz w:val="23"/>
          <w:szCs w:val="23"/>
        </w:rPr>
        <w:t>, registrikood 12929190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3D667C">
        <w:t xml:space="preserve"> Indrek Tätte, telefon +372 5648 9424</w:t>
      </w:r>
      <w:r w:rsidRPr="00302971">
        <w:t xml:space="preserve">, e-post </w:t>
      </w:r>
      <w:r w:rsidR="003D667C">
        <w:t>info@masinakoda.ee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7F2A0D" w:rsidRDefault="007F2A0D" w:rsidP="007F2A0D">
      <w:pPr>
        <w:pStyle w:val="Snum"/>
      </w:pPr>
      <w:r>
        <w:t>Põllumajandus- ja Toiduameti 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845015" w:rsidP="00BE129F">
      <w:pPr>
        <w:pStyle w:val="Snum"/>
        <w:numPr>
          <w:ilvl w:val="0"/>
          <w:numId w:val="1"/>
        </w:numPr>
      </w:pPr>
      <w:r>
        <w:t>Sangla peakraavi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A5CD0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547652">
      <w:fldChar w:fldCharType="begin"/>
    </w:r>
    <w:r w:rsidR="00547652">
      <w:instrText xml:space="preserve"> NUMPAGES </w:instrText>
    </w:r>
    <w:r w:rsidR="00547652">
      <w:fldChar w:fldCharType="separate"/>
    </w:r>
    <w:r w:rsidR="005A5CD0">
      <w:rPr>
        <w:noProof/>
      </w:rPr>
      <w:t>2</w:t>
    </w:r>
    <w:r w:rsidR="00547652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60947"/>
    <w:rsid w:val="00062D56"/>
    <w:rsid w:val="00085841"/>
    <w:rsid w:val="000913FC"/>
    <w:rsid w:val="00093149"/>
    <w:rsid w:val="000A17B5"/>
    <w:rsid w:val="000F437D"/>
    <w:rsid w:val="00124999"/>
    <w:rsid w:val="001523BD"/>
    <w:rsid w:val="00161A39"/>
    <w:rsid w:val="00190C2D"/>
    <w:rsid w:val="001A7D04"/>
    <w:rsid w:val="001B6769"/>
    <w:rsid w:val="001D4CFB"/>
    <w:rsid w:val="002008A2"/>
    <w:rsid w:val="00230ABC"/>
    <w:rsid w:val="002835BB"/>
    <w:rsid w:val="00293449"/>
    <w:rsid w:val="002E045E"/>
    <w:rsid w:val="002F254F"/>
    <w:rsid w:val="0034719C"/>
    <w:rsid w:val="00354059"/>
    <w:rsid w:val="00394DCB"/>
    <w:rsid w:val="003B2A9C"/>
    <w:rsid w:val="003D667C"/>
    <w:rsid w:val="00423412"/>
    <w:rsid w:val="00435A13"/>
    <w:rsid w:val="0044084D"/>
    <w:rsid w:val="00486442"/>
    <w:rsid w:val="004C1391"/>
    <w:rsid w:val="00530F52"/>
    <w:rsid w:val="00546204"/>
    <w:rsid w:val="00547652"/>
    <w:rsid w:val="00551E24"/>
    <w:rsid w:val="00557534"/>
    <w:rsid w:val="00560A92"/>
    <w:rsid w:val="00564569"/>
    <w:rsid w:val="005A5CD0"/>
    <w:rsid w:val="005B5CE1"/>
    <w:rsid w:val="005E3AED"/>
    <w:rsid w:val="005E45BB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079D7"/>
    <w:rsid w:val="00713327"/>
    <w:rsid w:val="00736A08"/>
    <w:rsid w:val="0075695A"/>
    <w:rsid w:val="007A1DE8"/>
    <w:rsid w:val="007D54FC"/>
    <w:rsid w:val="007F2A0D"/>
    <w:rsid w:val="00835858"/>
    <w:rsid w:val="00845015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708BB"/>
    <w:rsid w:val="00A87B91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F44DF"/>
    <w:rsid w:val="00E023F6"/>
    <w:rsid w:val="00E02B6D"/>
    <w:rsid w:val="00E03DBB"/>
    <w:rsid w:val="00E20A4A"/>
    <w:rsid w:val="00EB1395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,"/>
  <w14:docId w14:val="24C86C09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FBFB495-36C7-4748-8DFF-20BA3797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60</TotalTime>
  <Pages>1</Pages>
  <Words>165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11</cp:revision>
  <cp:lastPrinted>2014-04-03T10:06:00Z</cp:lastPrinted>
  <dcterms:created xsi:type="dcterms:W3CDTF">2023-07-26T05:30:00Z</dcterms:created>
  <dcterms:modified xsi:type="dcterms:W3CDTF">2023-07-27T11:47:00Z</dcterms:modified>
</cp:coreProperties>
</file>